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08B" w:rsidRDefault="0032108B" w:rsidP="005E3191">
      <w:pPr>
        <w:pStyle w:val="Heading2"/>
        <w:ind w:left="0" w:firstLine="0"/>
        <w:rPr>
          <w:rFonts w:cs="Times New Roman"/>
          <w:sz w:val="22"/>
          <w:szCs w:val="22"/>
        </w:rPr>
      </w:pPr>
    </w:p>
    <w:p w:rsidR="0032108B" w:rsidRPr="005877A7" w:rsidRDefault="0032108B" w:rsidP="005E3191">
      <w:pPr>
        <w:pStyle w:val="Heading2"/>
        <w:ind w:left="0" w:firstLine="0"/>
        <w:rPr>
          <w:b/>
          <w:bCs/>
          <w:i w:val="0"/>
          <w:iCs w:val="0"/>
          <w:sz w:val="22"/>
          <w:szCs w:val="22"/>
          <w:u w:val="single"/>
        </w:rPr>
      </w:pPr>
      <w:r w:rsidRPr="005877A7">
        <w:rPr>
          <w:b/>
          <w:bCs/>
          <w:i w:val="0"/>
          <w:iCs w:val="0"/>
          <w:sz w:val="22"/>
          <w:szCs w:val="22"/>
          <w:u w:val="single"/>
        </w:rPr>
        <w:t>Başvuru Formu:</w:t>
      </w:r>
    </w:p>
    <w:p w:rsidR="0032108B" w:rsidRPr="005877A7" w:rsidRDefault="0032108B" w:rsidP="005E3191">
      <w:pPr>
        <w:rPr>
          <w:rFonts w:ascii="Arial" w:hAnsi="Arial" w:cs="Arial"/>
          <w:sz w:val="22"/>
          <w:szCs w:val="22"/>
        </w:rPr>
      </w:pPr>
    </w:p>
    <w:tbl>
      <w:tblPr>
        <w:tblpPr w:leftFromText="180" w:rightFromText="180" w:vertAnchor="text" w:horzAnchor="margin" w:tblpY="57"/>
        <w:tblW w:w="9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16"/>
      </w:tblGrid>
      <w:tr w:rsidR="0032108B" w:rsidRPr="005877A7">
        <w:trPr>
          <w:trHeight w:val="5740"/>
        </w:trPr>
        <w:tc>
          <w:tcPr>
            <w:tcW w:w="9116" w:type="dxa"/>
          </w:tcPr>
          <w:p w:rsidR="0032108B" w:rsidRPr="00BC55AE" w:rsidRDefault="0032108B" w:rsidP="00BD2A5C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C55AE">
              <w:rPr>
                <w:rFonts w:ascii="Arial" w:hAnsi="Arial" w:cs="Arial"/>
                <w:b/>
                <w:bCs/>
                <w:sz w:val="22"/>
                <w:szCs w:val="22"/>
              </w:rPr>
              <w:t>Türk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iye</w:t>
            </w:r>
            <w:r w:rsidRPr="00BC55AE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Mali</w:t>
            </w:r>
            <w:r w:rsidRPr="00BC55A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İş Forumu </w:t>
            </w:r>
          </w:p>
          <w:p w:rsidR="0032108B" w:rsidRPr="005877A7" w:rsidRDefault="0032108B" w:rsidP="00BD2A5C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B" w:rsidRPr="005877A7" w:rsidRDefault="0032108B" w:rsidP="00BD2A5C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04</w:t>
            </w:r>
            <w:r w:rsidRPr="005877A7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02</w:t>
            </w:r>
            <w:r w:rsidRPr="005877A7">
              <w:rPr>
                <w:rFonts w:ascii="Arial" w:hAnsi="Arial" w:cs="Arial"/>
                <w:b/>
                <w:bCs/>
                <w:sz w:val="22"/>
                <w:szCs w:val="22"/>
              </w:rPr>
              <w:t>.20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15 / Wyndam Grand Istanbul Levent Oteli</w:t>
            </w:r>
            <w:r w:rsidRPr="005877A7">
              <w:rPr>
                <w:rFonts w:ascii="Arial" w:hAnsi="Arial" w:cs="Arial"/>
                <w:b/>
                <w:bCs/>
                <w:sz w:val="22"/>
                <w:szCs w:val="22"/>
              </w:rPr>
              <w:t>, İstanbul</w:t>
            </w:r>
          </w:p>
          <w:p w:rsidR="0032108B" w:rsidRDefault="0032108B" w:rsidP="00BD2A5C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2108B" w:rsidRPr="005877A7" w:rsidRDefault="0032108B" w:rsidP="00BD2A5C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Temsilci           </w:t>
            </w:r>
            <w:r w:rsidRPr="005877A7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:rsidR="0032108B" w:rsidRPr="005877A7" w:rsidRDefault="0032108B" w:rsidP="00BD2A5C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2108B" w:rsidRPr="005877A7" w:rsidRDefault="0032108B" w:rsidP="00BD2A5C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Firma</w:t>
            </w:r>
            <w:r w:rsidRPr="005877A7">
              <w:rPr>
                <w:rFonts w:ascii="Arial" w:hAnsi="Arial" w:cs="Arial"/>
                <w:sz w:val="22"/>
                <w:szCs w:val="22"/>
              </w:rPr>
              <w:t xml:space="preserve">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</w:t>
            </w:r>
            <w:r w:rsidRPr="005877A7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:rsidR="0032108B" w:rsidRDefault="0032108B" w:rsidP="00BD2A5C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2108B" w:rsidRDefault="0032108B" w:rsidP="00BD2A5C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877A7">
              <w:rPr>
                <w:rFonts w:ascii="Arial" w:hAnsi="Arial" w:cs="Arial"/>
                <w:sz w:val="22"/>
                <w:szCs w:val="22"/>
              </w:rPr>
              <w:t xml:space="preserve">Ünvan </w:t>
            </w:r>
            <w:r>
              <w:rPr>
                <w:rFonts w:ascii="Arial" w:hAnsi="Arial" w:cs="Arial"/>
                <w:sz w:val="22"/>
                <w:szCs w:val="22"/>
              </w:rPr>
              <w:t>(Pozisyon)</w:t>
            </w:r>
            <w:r w:rsidRPr="005877A7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32108B" w:rsidRPr="00BE1ECE" w:rsidRDefault="0032108B" w:rsidP="005C2D7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(Lütfen </w:t>
            </w:r>
            <w:r w:rsidRPr="00BE1ECE">
              <w:rPr>
                <w:rFonts w:ascii="Arial" w:hAnsi="Arial" w:cs="Arial"/>
                <w:i/>
                <w:iCs/>
                <w:sz w:val="18"/>
                <w:szCs w:val="18"/>
              </w:rPr>
              <w:t>İngilizce doldurunuz)</w:t>
            </w:r>
          </w:p>
          <w:p w:rsidR="0032108B" w:rsidRPr="005877A7" w:rsidRDefault="0032108B" w:rsidP="00BD2A5C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</w:t>
            </w:r>
          </w:p>
          <w:p w:rsidR="0032108B" w:rsidRPr="005877A7" w:rsidRDefault="0032108B" w:rsidP="00BD2A5C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877A7">
              <w:rPr>
                <w:rFonts w:ascii="Arial" w:hAnsi="Arial" w:cs="Arial"/>
                <w:sz w:val="22"/>
                <w:szCs w:val="22"/>
              </w:rPr>
              <w:t xml:space="preserve">Tel                   :                                              Faks : </w:t>
            </w:r>
          </w:p>
          <w:p w:rsidR="0032108B" w:rsidRPr="005877A7" w:rsidRDefault="0032108B" w:rsidP="00BD2A5C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  <w:p w:rsidR="0032108B" w:rsidRPr="005877A7" w:rsidRDefault="0032108B" w:rsidP="00BD2A5C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877A7">
              <w:rPr>
                <w:rFonts w:ascii="Arial" w:hAnsi="Arial" w:cs="Arial"/>
                <w:sz w:val="22"/>
                <w:szCs w:val="22"/>
              </w:rPr>
              <w:t>E-posta            :</w:t>
            </w:r>
          </w:p>
          <w:p w:rsidR="0032108B" w:rsidRPr="005877A7" w:rsidRDefault="0032108B" w:rsidP="00BD2A5C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2108B" w:rsidRPr="005877A7" w:rsidRDefault="0032108B" w:rsidP="00BD2A5C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877A7">
              <w:rPr>
                <w:rFonts w:ascii="Arial" w:hAnsi="Arial" w:cs="Arial"/>
                <w:sz w:val="22"/>
                <w:szCs w:val="22"/>
              </w:rPr>
              <w:t xml:space="preserve">Faaliyet Alanı  : </w:t>
            </w:r>
          </w:p>
          <w:p w:rsidR="0032108B" w:rsidRPr="00BE1ECE" w:rsidRDefault="0032108B" w:rsidP="00BD2A5C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(Lütfen </w:t>
            </w:r>
            <w:r w:rsidRPr="00BE1ECE">
              <w:rPr>
                <w:rFonts w:ascii="Arial" w:hAnsi="Arial" w:cs="Arial"/>
                <w:i/>
                <w:iCs/>
                <w:sz w:val="18"/>
                <w:szCs w:val="18"/>
              </w:rPr>
              <w:t>İngilizce doldurunuz)</w:t>
            </w:r>
          </w:p>
          <w:p w:rsidR="0032108B" w:rsidRDefault="0032108B" w:rsidP="00BD2A5C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:rsidR="0032108B" w:rsidRPr="00E2476C" w:rsidRDefault="0032108B" w:rsidP="008600F7"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E2476C">
              <w:rPr>
                <w:rFonts w:ascii="Arial" w:hAnsi="Arial" w:cs="Arial"/>
                <w:b/>
                <w:bCs/>
                <w:i/>
                <w:iCs/>
              </w:rPr>
              <w:t>*</w:t>
            </w:r>
            <w:r>
              <w:rPr>
                <w:rFonts w:ascii="Arial" w:hAnsi="Arial" w:cs="Arial"/>
                <w:b/>
                <w:bCs/>
                <w:i/>
                <w:iCs/>
              </w:rPr>
              <w:t xml:space="preserve">Toplantıda Türkçe-Fransızca simültane tercüme yapılacaktır. </w:t>
            </w:r>
          </w:p>
          <w:p w:rsidR="0032108B" w:rsidRPr="00E2476C" w:rsidRDefault="0032108B" w:rsidP="00BD2A5C"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  <w:p w:rsidR="0032108B" w:rsidRDefault="0032108B" w:rsidP="00BD2A5C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2108B" w:rsidRDefault="0032108B" w:rsidP="00BD2A5C">
            <w:pPr>
              <w:rPr>
                <w:rFonts w:ascii="Arial" w:hAnsi="Arial" w:cs="Arial"/>
              </w:rPr>
            </w:pPr>
          </w:p>
          <w:p w:rsidR="0032108B" w:rsidRDefault="0032108B" w:rsidP="00BD2A5C">
            <w:pPr>
              <w:rPr>
                <w:rFonts w:ascii="Arial" w:hAnsi="Arial" w:cs="Arial"/>
              </w:rPr>
            </w:pPr>
            <w:r w:rsidRPr="00621481">
              <w:rPr>
                <w:rFonts w:ascii="Arial" w:hAnsi="Arial" w:cs="Arial"/>
              </w:rPr>
              <w:t xml:space="preserve">Toplantı Yeri: </w:t>
            </w:r>
            <w:r>
              <w:t xml:space="preserve"> </w:t>
            </w:r>
            <w:r w:rsidRPr="00206808">
              <w:rPr>
                <w:rFonts w:ascii="Arial" w:hAnsi="Arial" w:cs="Arial"/>
              </w:rPr>
              <w:t xml:space="preserve">Wyndam Grand Istanbul Levent Oteli </w:t>
            </w:r>
          </w:p>
          <w:p w:rsidR="0032108B" w:rsidRPr="00621481" w:rsidRDefault="0032108B" w:rsidP="00BD2A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Toplantı Saati: 13.00-14.30</w:t>
            </w:r>
          </w:p>
          <w:p w:rsidR="0032108B" w:rsidRPr="005877A7" w:rsidRDefault="0032108B" w:rsidP="00BD2A5C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108B" w:rsidRPr="005877A7" w:rsidRDefault="0032108B" w:rsidP="005E3191">
      <w:pPr>
        <w:ind w:right="4"/>
        <w:jc w:val="both"/>
        <w:rPr>
          <w:rFonts w:ascii="Arial" w:hAnsi="Arial" w:cs="Arial"/>
          <w:sz w:val="22"/>
          <w:szCs w:val="22"/>
        </w:rPr>
      </w:pPr>
    </w:p>
    <w:p w:rsidR="0032108B" w:rsidRPr="005877A7" w:rsidRDefault="0032108B" w:rsidP="005E3191">
      <w:pPr>
        <w:tabs>
          <w:tab w:val="left" w:pos="-1080"/>
          <w:tab w:val="left" w:pos="-720"/>
          <w:tab w:val="left" w:pos="-180"/>
          <w:tab w:val="left" w:pos="720"/>
          <w:tab w:val="left" w:pos="1440"/>
          <w:tab w:val="left" w:pos="2160"/>
          <w:tab w:val="left" w:pos="243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right="31"/>
        <w:jc w:val="both"/>
        <w:rPr>
          <w:rFonts w:ascii="Arial" w:hAnsi="Arial" w:cs="Arial"/>
          <w:sz w:val="22"/>
          <w:szCs w:val="22"/>
        </w:rPr>
      </w:pPr>
    </w:p>
    <w:p w:rsidR="0032108B" w:rsidRDefault="0032108B" w:rsidP="005E3191">
      <w:pPr>
        <w:rPr>
          <w:rFonts w:ascii="Arial" w:hAnsi="Arial" w:cs="Arial"/>
          <w:sz w:val="22"/>
          <w:szCs w:val="22"/>
        </w:rPr>
      </w:pPr>
    </w:p>
    <w:p w:rsidR="0032108B" w:rsidRPr="005509FB" w:rsidRDefault="0032108B" w:rsidP="005E3191">
      <w:pPr>
        <w:autoSpaceDE w:val="0"/>
        <w:autoSpaceDN w:val="0"/>
        <w:adjustRightInd w:val="0"/>
        <w:rPr>
          <w:rFonts w:ascii="Arial TUR" w:hAnsi="Arial TUR" w:cs="Arial TUR"/>
        </w:rPr>
      </w:pPr>
    </w:p>
    <w:p w:rsidR="0032108B" w:rsidRDefault="0032108B" w:rsidP="005E3191"/>
    <w:p w:rsidR="0032108B" w:rsidRDefault="0032108B"/>
    <w:sectPr w:rsidR="0032108B" w:rsidSect="00202B59">
      <w:pgSz w:w="11906" w:h="16838" w:code="9"/>
      <w:pgMar w:top="851" w:right="1418" w:bottom="1417" w:left="1418" w:header="709" w:footer="709" w:gutter="0"/>
      <w:paperSrc w:first="258" w:other="25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TUR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3191"/>
    <w:rsid w:val="00141142"/>
    <w:rsid w:val="00202B59"/>
    <w:rsid w:val="00206808"/>
    <w:rsid w:val="0032108B"/>
    <w:rsid w:val="00340E50"/>
    <w:rsid w:val="00387D00"/>
    <w:rsid w:val="005509FB"/>
    <w:rsid w:val="005877A7"/>
    <w:rsid w:val="005C2D7D"/>
    <w:rsid w:val="005E3191"/>
    <w:rsid w:val="00621481"/>
    <w:rsid w:val="006E66B3"/>
    <w:rsid w:val="007264CE"/>
    <w:rsid w:val="007D1AB5"/>
    <w:rsid w:val="008600F7"/>
    <w:rsid w:val="00BC55AE"/>
    <w:rsid w:val="00BD2A5C"/>
    <w:rsid w:val="00BE1ECE"/>
    <w:rsid w:val="00D77A7E"/>
    <w:rsid w:val="00E2476C"/>
    <w:rsid w:val="00E9036C"/>
    <w:rsid w:val="00F0098F"/>
    <w:rsid w:val="00F81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191"/>
    <w:rPr>
      <w:rFonts w:ascii="Times New Roman" w:eastAsia="Times New Roman" w:hAnsi="Times New Roman"/>
      <w:sz w:val="20"/>
      <w:szCs w:val="20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E3191"/>
    <w:pPr>
      <w:keepNext/>
      <w:ind w:left="-228" w:right="-390" w:firstLine="228"/>
      <w:jc w:val="both"/>
      <w:outlineLvl w:val="1"/>
    </w:pPr>
    <w:rPr>
      <w:rFonts w:ascii="Arial" w:hAnsi="Arial" w:cs="Arial"/>
      <w:i/>
      <w:iCs/>
      <w:sz w:val="24"/>
      <w:szCs w:val="24"/>
      <w:lang w:eastAsia="tr-T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5E3191"/>
    <w:rPr>
      <w:rFonts w:ascii="Arial" w:hAnsi="Arial" w:cs="Arial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76</Words>
  <Characters>438</Characters>
  <Application>Microsoft Office Outlook</Application>
  <DocSecurity>0</DocSecurity>
  <Lines>0</Lines>
  <Paragraphs>0</Paragraphs>
  <ScaleCrop>false</ScaleCrop>
  <Company>DEIK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Başvuru Formu:</dc:title>
  <dc:subject/>
  <dc:creator>Sena Agirgun</dc:creator>
  <cp:keywords/>
  <dc:description/>
  <cp:lastModifiedBy>fundaa</cp:lastModifiedBy>
  <cp:revision>2</cp:revision>
  <cp:lastPrinted>2014-11-20T13:16:00Z</cp:lastPrinted>
  <dcterms:created xsi:type="dcterms:W3CDTF">2015-01-30T12:15:00Z</dcterms:created>
  <dcterms:modified xsi:type="dcterms:W3CDTF">2015-01-30T12:15:00Z</dcterms:modified>
</cp:coreProperties>
</file>